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999C68E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C62C5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78A43740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C62C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2C62C5">
        <w:rPr>
          <w:rFonts w:ascii="Corbel" w:hAnsi="Corbel"/>
          <w:sz w:val="20"/>
          <w:szCs w:val="20"/>
        </w:rPr>
        <w:t>5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36E67F6" w:rsidR="00015B8F" w:rsidRPr="009C54AE" w:rsidRDefault="007636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26860565" w:rsidR="00015B8F" w:rsidRPr="009C54AE" w:rsidRDefault="002E5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 xml:space="preserve">uczenia </w:t>
      </w:r>
      <w:proofErr w:type="gramStart"/>
      <w:r w:rsidR="00872CC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62B0107C" w:rsidR="0085747A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05476A0C" w:rsidR="00C61DC5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5A184EFC" w:rsidR="0085747A" w:rsidRPr="009C54AE" w:rsidRDefault="002E5828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60750EC4" w:rsidR="0085747A" w:rsidRPr="009C54AE" w:rsidRDefault="002E5828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XIC,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C3531" w14:textId="77777777" w:rsidR="00FE4329" w:rsidRDefault="00FE4329" w:rsidP="00C16ABF">
      <w:pPr>
        <w:spacing w:after="0" w:line="240" w:lineRule="auto"/>
      </w:pPr>
      <w:r>
        <w:separator/>
      </w:r>
    </w:p>
  </w:endnote>
  <w:endnote w:type="continuationSeparator" w:id="0">
    <w:p w14:paraId="177EAD30" w14:textId="77777777" w:rsidR="00FE4329" w:rsidRDefault="00FE43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64D2" w14:textId="77777777" w:rsidR="00FE4329" w:rsidRDefault="00FE4329" w:rsidP="00C16ABF">
      <w:pPr>
        <w:spacing w:after="0" w:line="240" w:lineRule="auto"/>
      </w:pPr>
      <w:r>
        <w:separator/>
      </w:r>
    </w:p>
  </w:footnote>
  <w:footnote w:type="continuationSeparator" w:id="0">
    <w:p w14:paraId="1CB3C2CE" w14:textId="77777777" w:rsidR="00FE4329" w:rsidRDefault="00FE43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14E2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C62C5"/>
    <w:rsid w:val="002D2B94"/>
    <w:rsid w:val="002D73D4"/>
    <w:rsid w:val="002E5828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7F72D6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B3BAD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C70F8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7705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E432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  <w:style w:type="character" w:styleId="Odwoaniedokomentarza">
    <w:name w:val="annotation reference"/>
    <w:basedOn w:val="Domylnaczcionkaakapitu"/>
    <w:uiPriority w:val="99"/>
    <w:semiHidden/>
    <w:unhideWhenUsed/>
    <w:rsid w:val="00261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4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4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3AC558-64AB-4AD5-93A9-415F70CAA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55646C-1DEF-49B7-9584-03741487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1007</Words>
  <Characters>6048</Characters>
  <Application>Microsoft Office Word</Application>
  <DocSecurity>0</DocSecurity>
  <Lines>50</Lines>
  <Paragraphs>14</Paragraphs>
  <ScaleCrop>false</ScaleCrop>
  <Company>Acer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24</cp:revision>
  <cp:lastPrinted>2017-02-15T21:41:00Z</cp:lastPrinted>
  <dcterms:created xsi:type="dcterms:W3CDTF">2020-12-04T01:21:00Z</dcterms:created>
  <dcterms:modified xsi:type="dcterms:W3CDTF">2022-09-20T18:19:00Z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